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8"/>
      </w:tblGrid>
      <w:tr w:rsidR="00AF6E17" w14:paraId="03BD0A53" w14:textId="77777777" w:rsidTr="00E7760C">
        <w:trPr>
          <w:trHeight w:val="992"/>
        </w:trPr>
        <w:tc>
          <w:tcPr>
            <w:tcW w:w="9638" w:type="dxa"/>
            <w:tcMar>
              <w:left w:w="0" w:type="dxa"/>
              <w:right w:w="0" w:type="dxa"/>
            </w:tcMar>
          </w:tcPr>
          <w:p w14:paraId="7CB9ECC4" w14:textId="77777777" w:rsidR="00AF6E17" w:rsidRPr="00E8478D" w:rsidRDefault="00D42B5D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E3D9E7CF25954B6F894240C84767471E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2B0F012D" wp14:editId="79ACE932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14:paraId="40CB06AD" w14:textId="77777777" w:rsidTr="00E7760C">
        <w:trPr>
          <w:trHeight w:val="794"/>
        </w:trPr>
        <w:tc>
          <w:tcPr>
            <w:tcW w:w="9638" w:type="dxa"/>
            <w:tcMar>
              <w:left w:w="0" w:type="dxa"/>
              <w:right w:w="0" w:type="dxa"/>
            </w:tcMar>
          </w:tcPr>
          <w:p w14:paraId="0641D405" w14:textId="77777777" w:rsidR="002747AE" w:rsidRDefault="002747AE" w:rsidP="002747AE">
            <w:pPr>
              <w:pStyle w:val="Zarstredbarvavelka"/>
            </w:pPr>
            <w:r>
              <w:t>Ministerstvo průmyslu a obchodu</w:t>
            </w:r>
          </w:p>
          <w:p w14:paraId="266F6A55" w14:textId="77777777" w:rsidR="00E8478D" w:rsidRDefault="00D45C00" w:rsidP="00E8478D">
            <w:pPr>
              <w:pStyle w:val="Zarstred"/>
            </w:pPr>
            <w:r w:rsidRPr="00D45C00">
              <w:t>Ing. Lukáš Vlček</w:t>
            </w:r>
          </w:p>
          <w:p w14:paraId="1B4F004B" w14:textId="77777777" w:rsidR="002747AE" w:rsidRDefault="00215918" w:rsidP="00AE1A18">
            <w:pPr>
              <w:pStyle w:val="Zarstredbarvamala"/>
            </w:pPr>
            <w:r>
              <w:t>ministr</w:t>
            </w:r>
          </w:p>
        </w:tc>
      </w:tr>
    </w:tbl>
    <w:tbl>
      <w:tblPr>
        <w:tblW w:w="964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954"/>
        <w:gridCol w:w="3689"/>
      </w:tblGrid>
      <w:tr w:rsidR="00635FBF" w:rsidRPr="002E6457" w14:paraId="76825517" w14:textId="77777777" w:rsidTr="002E088A">
        <w:trPr>
          <w:trHeight w:val="1020"/>
        </w:trPr>
        <w:tc>
          <w:tcPr>
            <w:tcW w:w="9643" w:type="dxa"/>
            <w:gridSpan w:val="2"/>
          </w:tcPr>
          <w:p w14:paraId="47CBF4FC" w14:textId="77777777" w:rsidR="00635FBF" w:rsidRDefault="00635FBF" w:rsidP="00A85D33">
            <w:pPr>
              <w:pStyle w:val="Normalnitabulka"/>
            </w:pPr>
          </w:p>
        </w:tc>
      </w:tr>
      <w:tr w:rsidR="00635FBF" w:rsidRPr="00635FBF" w14:paraId="55D01FBB" w14:textId="77777777" w:rsidTr="002E088A">
        <w:trPr>
          <w:trHeight w:val="340"/>
        </w:trPr>
        <w:tc>
          <w:tcPr>
            <w:tcW w:w="5954" w:type="dxa"/>
          </w:tcPr>
          <w:p w14:paraId="010742A1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</w:tcPr>
          <w:p w14:paraId="0E93C3ED" w14:textId="013E68EF" w:rsidR="00635FBF" w:rsidRPr="00635FBF" w:rsidRDefault="00635FBF" w:rsidP="00635FBF">
            <w:pPr>
              <w:spacing w:after="0"/>
              <w:rPr>
                <w:rFonts w:cstheme="minorHAnsi"/>
                <w:szCs w:val="22"/>
              </w:rPr>
            </w:pPr>
            <w:bookmarkStart w:id="0" w:name="Text7"/>
            <w:r w:rsidRPr="00635FBF">
              <w:rPr>
                <w:rFonts w:cstheme="minorHAnsi"/>
                <w:szCs w:val="22"/>
              </w:rPr>
              <w:t>V Praze dne</w:t>
            </w:r>
            <w:bookmarkEnd w:id="0"/>
            <w:r w:rsidR="002E088A">
              <w:rPr>
                <w:rFonts w:cstheme="minorHAnsi"/>
                <w:szCs w:val="22"/>
              </w:rPr>
              <w:t xml:space="preserve">      </w:t>
            </w:r>
          </w:p>
        </w:tc>
      </w:tr>
      <w:tr w:rsidR="00635FBF" w:rsidRPr="00635FBF" w14:paraId="08470910" w14:textId="77777777" w:rsidTr="002E088A">
        <w:trPr>
          <w:trHeight w:val="340"/>
        </w:trPr>
        <w:tc>
          <w:tcPr>
            <w:tcW w:w="5954" w:type="dxa"/>
          </w:tcPr>
          <w:p w14:paraId="2C5E3CF6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</w:tcPr>
          <w:p w14:paraId="36557A71" w14:textId="36890C7F" w:rsidR="00635FBF" w:rsidRPr="00635FBF" w:rsidRDefault="000B5105" w:rsidP="002E088A">
            <w:pPr>
              <w:spacing w:after="0"/>
              <w:ind w:hanging="1"/>
              <w:rPr>
                <w:rFonts w:cstheme="minorHAnsi"/>
                <w:szCs w:val="22"/>
              </w:rPr>
            </w:pPr>
            <w:bookmarkStart w:id="1" w:name="Text2"/>
            <w:r w:rsidRPr="002E088A">
              <w:rPr>
                <w:rFonts w:cstheme="minorHAnsi"/>
                <w:szCs w:val="22"/>
              </w:rPr>
              <w:t>Číslo</w:t>
            </w:r>
            <w:r w:rsidR="00635FBF" w:rsidRPr="002E088A">
              <w:rPr>
                <w:rFonts w:cstheme="minorHAnsi"/>
                <w:szCs w:val="22"/>
              </w:rPr>
              <w:t xml:space="preserve"> jednací: MPO</w:t>
            </w:r>
            <w:r w:rsidR="002E088A">
              <w:rPr>
                <w:rFonts w:cstheme="minorHAnsi"/>
                <w:szCs w:val="22"/>
              </w:rPr>
              <w:t xml:space="preserve"> </w:t>
            </w:r>
            <w:r w:rsidR="002E088A" w:rsidRPr="002E088A">
              <w:rPr>
                <w:rFonts w:cstheme="minorHAnsi"/>
                <w:szCs w:val="22"/>
              </w:rPr>
              <w:t>24282/25/31200/01000</w:t>
            </w:r>
            <w:r w:rsidR="00635FBF" w:rsidRPr="00635FBF">
              <w:rPr>
                <w:rFonts w:cstheme="minorHAnsi"/>
                <w:szCs w:val="22"/>
              </w:rPr>
              <w:t xml:space="preserve"> </w:t>
            </w:r>
            <w:bookmarkEnd w:id="1"/>
          </w:p>
        </w:tc>
      </w:tr>
      <w:tr w:rsidR="00635FBF" w:rsidRPr="00635FBF" w14:paraId="558C51CB" w14:textId="77777777" w:rsidTr="002E088A">
        <w:trPr>
          <w:trHeight w:val="340"/>
        </w:trPr>
        <w:tc>
          <w:tcPr>
            <w:tcW w:w="5954" w:type="dxa"/>
          </w:tcPr>
          <w:p w14:paraId="28334D48" w14:textId="77777777" w:rsidR="00635FBF" w:rsidRPr="00635FBF" w:rsidRDefault="00635FBF" w:rsidP="00635FBF">
            <w:pPr>
              <w:spacing w:after="0"/>
              <w:rPr>
                <w:rFonts w:cstheme="minorHAnsi"/>
              </w:rPr>
            </w:pPr>
          </w:p>
        </w:tc>
        <w:tc>
          <w:tcPr>
            <w:tcW w:w="3689" w:type="dxa"/>
          </w:tcPr>
          <w:p w14:paraId="53288BE9" w14:textId="6736B038" w:rsidR="00635FBF" w:rsidRPr="00635FBF" w:rsidRDefault="00635FBF" w:rsidP="00635FBF">
            <w:pPr>
              <w:spacing w:after="0"/>
              <w:rPr>
                <w:rFonts w:cstheme="minorHAnsi"/>
                <w:szCs w:val="22"/>
              </w:rPr>
            </w:pPr>
            <w:r w:rsidRPr="00635FBF">
              <w:rPr>
                <w:rFonts w:cstheme="minorHAnsi"/>
                <w:szCs w:val="22"/>
              </w:rPr>
              <w:t xml:space="preserve">Spisová značka: </w:t>
            </w:r>
            <w:sdt>
              <w:sdtPr>
                <w:rPr>
                  <w:rFonts w:cstheme="minorHAnsi"/>
                  <w:szCs w:val="22"/>
                </w:rPr>
                <w:id w:val="-55698538"/>
                <w:placeholder>
                  <w:docPart w:val="ADB49F3AD98F4AFF9DDF469F0F59C158"/>
                </w:placeholder>
              </w:sdtPr>
              <w:sdtEndPr/>
              <w:sdtContent>
                <w:r w:rsidR="002E088A">
                  <w:rPr>
                    <w:rFonts w:cstheme="minorHAnsi"/>
                    <w:szCs w:val="22"/>
                  </w:rPr>
                  <w:t>MPO 24282/2025</w:t>
                </w:r>
              </w:sdtContent>
            </w:sdt>
          </w:p>
        </w:tc>
      </w:tr>
    </w:tbl>
    <w:p w14:paraId="032AC506" w14:textId="77777777"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14:paraId="1AD5165A" w14:textId="77777777" w:rsidR="00BE16FD" w:rsidRDefault="00BE16FD" w:rsidP="00BE16FD">
      <w:pPr>
        <w:pStyle w:val="Konec"/>
      </w:pPr>
    </w:p>
    <w:sdt>
      <w:sdtPr>
        <w:id w:val="-823282327"/>
        <w:placeholder>
          <w:docPart w:val="25D8CD2A63374AA8AA435FFE66CFB97F"/>
        </w:placeholder>
      </w:sdtPr>
      <w:sdtEndPr/>
      <w:sdtContent>
        <w:p w14:paraId="7BC743C0" w14:textId="632F10BB" w:rsidR="00A1434E" w:rsidRDefault="002E088A" w:rsidP="00A56FC4">
          <w:r>
            <w:t xml:space="preserve">Vážení, </w:t>
          </w:r>
        </w:p>
      </w:sdtContent>
    </w:sdt>
    <w:sdt>
      <w:sdtPr>
        <w:id w:val="668367642"/>
        <w:placeholder>
          <w:docPart w:val="5CE523508C1F4BE8936B2E614F25234B"/>
        </w:placeholder>
      </w:sdtPr>
      <w:sdtEndPr/>
      <w:sdtContent>
        <w:p w14:paraId="6D203766" w14:textId="77777777" w:rsidR="002E088A" w:rsidRDefault="002E088A" w:rsidP="001C53B9">
          <w:pPr>
            <w:pStyle w:val="Normlnodsazen"/>
            <w:jc w:val="both"/>
          </w:pPr>
          <w:r w:rsidRPr="002E088A">
            <w:t>v rámci připomínkového řízení byl do elektronické knihovny Úřadu vlády ČR (</w:t>
          </w:r>
          <w:proofErr w:type="spellStart"/>
          <w:r w:rsidRPr="002E088A">
            <w:t>eKLEP</w:t>
          </w:r>
          <w:proofErr w:type="spellEnd"/>
          <w:r w:rsidRPr="002E088A">
            <w:t>) vložen materiál</w:t>
          </w:r>
          <w:r>
            <w:t xml:space="preserve"> „Návrh zákona </w:t>
          </w:r>
          <w:r w:rsidRPr="002E088A">
            <w:t>o stanovení rámce opatření pro posílení evropského ekosystému výroby technologií pro nulové čisté emise, a o změně souvisejících zákonů</w:t>
          </w:r>
          <w:r>
            <w:t>“.</w:t>
          </w:r>
        </w:p>
        <w:p w14:paraId="7050B820" w14:textId="3894F073" w:rsidR="002E088A" w:rsidRDefault="002E088A" w:rsidP="002E088A">
          <w:pPr>
            <w:pStyle w:val="Normlnodsazen"/>
            <w:jc w:val="both"/>
          </w:pPr>
          <w:r>
            <w:t xml:space="preserve"> </w:t>
          </w:r>
          <w:r w:rsidRPr="002E088A">
            <w:t>Vaše připomínky očekávám nejpozději do</w:t>
          </w:r>
          <w:r>
            <w:t xml:space="preserve"> 20 pracovních dnů </w:t>
          </w:r>
          <w:r w:rsidRPr="002E088A">
            <w:t xml:space="preserve">ode dne vložení materiálu do systému </w:t>
          </w:r>
          <w:proofErr w:type="spellStart"/>
          <w:r w:rsidRPr="002E088A">
            <w:t>eKLEP</w:t>
          </w:r>
          <w:proofErr w:type="spellEnd"/>
          <w:r w:rsidRPr="002E088A">
            <w:t xml:space="preserve">. Současně žádám o zaslání Vašich připomínek na elektronické adresy </w:t>
          </w:r>
          <w:hyperlink r:id="rId9" w:history="1">
            <w:r w:rsidRPr="00326583">
              <w:rPr>
                <w:rStyle w:val="Hypertextovodkaz"/>
              </w:rPr>
              <w:t>viktor.havlice@mpo.gov.cz</w:t>
            </w:r>
          </w:hyperlink>
          <w:r>
            <w:t xml:space="preserve"> </w:t>
          </w:r>
          <w:r w:rsidRPr="002E088A">
            <w:t xml:space="preserve"> a</w:t>
          </w:r>
          <w:r>
            <w:t xml:space="preserve"> </w:t>
          </w:r>
          <w:hyperlink r:id="rId10" w:history="1">
            <w:r w:rsidRPr="00B10F3C">
              <w:rPr>
                <w:rStyle w:val="Hypertextovodkaz"/>
              </w:rPr>
              <w:t>michal.kulhavy@mpo.gov.cz</w:t>
            </w:r>
          </w:hyperlink>
          <w:r>
            <w:t>. Uplatníte-li k předloženému materiálu připomínky, žádám též o sdělení kontaktních údajů včetně telefonického a elektronického spojení na Vámi pověřenou osobu k projednání těchto připomínek.</w:t>
          </w:r>
        </w:p>
        <w:p w14:paraId="63B48927" w14:textId="77777777" w:rsidR="002E088A" w:rsidRDefault="002E088A" w:rsidP="002E088A">
          <w:pPr>
            <w:pStyle w:val="Normlnodsazen"/>
            <w:jc w:val="both"/>
          </w:pPr>
          <w:r>
            <w:t>S pozdravem</w:t>
          </w:r>
        </w:p>
        <w:p w14:paraId="267F116A" w14:textId="1FFE7BCE" w:rsidR="00543758" w:rsidRDefault="00D42B5D" w:rsidP="001C53B9">
          <w:pPr>
            <w:pStyle w:val="Normlnodsazen"/>
            <w:jc w:val="both"/>
          </w:pPr>
        </w:p>
      </w:sdtContent>
    </w:sdt>
    <w:p w14:paraId="394E3579" w14:textId="77777777" w:rsidR="002E088A" w:rsidRPr="002E088A" w:rsidRDefault="002E088A" w:rsidP="002E088A">
      <w:pPr>
        <w:framePr w:w="9639" w:h="1701" w:vSpace="567" w:wrap="around" w:vAnchor="page" w:hAnchor="page" w:x="1135" w:y="11908" w:anchorLock="1"/>
        <w:jc w:val="both"/>
        <w:rPr>
          <w:rFonts w:ascii="Calibri" w:hAnsi="Calibri"/>
          <w:szCs w:val="20"/>
        </w:rPr>
      </w:pPr>
      <w:r w:rsidRPr="002E088A">
        <w:rPr>
          <w:rFonts w:ascii="Calibri" w:hAnsi="Calibri"/>
          <w:szCs w:val="20"/>
        </w:rPr>
        <w:t>Adresáti:</w:t>
      </w:r>
    </w:p>
    <w:sdt>
      <w:sdtPr>
        <w:rPr>
          <w:rFonts w:ascii="Calibri" w:hAnsi="Calibri"/>
          <w:szCs w:val="20"/>
        </w:rPr>
        <w:id w:val="-654683548"/>
        <w:placeholder>
          <w:docPart w:val="5C2625D738B344E5B849DB1A1039F9EB"/>
        </w:placeholder>
      </w:sdtPr>
      <w:sdtEndPr/>
      <w:sdtContent>
        <w:p w14:paraId="08664125" w14:textId="77777777" w:rsidR="002E088A" w:rsidRPr="002E088A" w:rsidRDefault="002E088A" w:rsidP="002E088A">
          <w:pPr>
            <w:framePr w:w="9639" w:h="1701" w:vSpace="567" w:wrap="around" w:vAnchor="page" w:hAnchor="page" w:x="1135" w:y="11908" w:anchorLock="1"/>
            <w:jc w:val="both"/>
            <w:rPr>
              <w:rFonts w:ascii="Calibri" w:hAnsi="Calibri"/>
              <w:szCs w:val="20"/>
            </w:rPr>
          </w:pPr>
          <w:r w:rsidRPr="002E088A">
            <w:rPr>
              <w:rFonts w:ascii="Calibri" w:hAnsi="Calibri"/>
              <w:szCs w:val="20"/>
            </w:rPr>
            <w:t>viz rozdělovník v příloze</w:t>
          </w:r>
        </w:p>
      </w:sdtContent>
    </w:sdt>
    <w:p w14:paraId="213FE3B3" w14:textId="77777777" w:rsidR="00C74DD0" w:rsidRDefault="00C74DD0" w:rsidP="001C53B9">
      <w:pPr>
        <w:jc w:val="both"/>
      </w:pPr>
      <w:r>
        <w:t> </w:t>
      </w:r>
      <w:r w:rsidRPr="008B5F05">
        <w:rPr>
          <w:rStyle w:val="Neviditeln"/>
        </w:rPr>
        <w:t>Tento odstavec nemazat – je k němu zakotven textový objekt s</w:t>
      </w:r>
      <w:r w:rsidR="00C84D72">
        <w:rPr>
          <w:rStyle w:val="Neviditeln"/>
        </w:rPr>
        <w:t> kontaktem adresáta</w:t>
      </w:r>
    </w:p>
    <w:sectPr w:rsidR="00C74DD0" w:rsidSect="00041CC5">
      <w:headerReference w:type="default" r:id="rId11"/>
      <w:footerReference w:type="default" r:id="rId12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82B7" w14:textId="77777777" w:rsidR="002E088A" w:rsidRDefault="002E088A" w:rsidP="00A1434E">
      <w:pPr>
        <w:spacing w:after="0" w:line="240" w:lineRule="auto"/>
      </w:pPr>
      <w:r>
        <w:separator/>
      </w:r>
    </w:p>
  </w:endnote>
  <w:endnote w:type="continuationSeparator" w:id="0">
    <w:p w14:paraId="68DC7743" w14:textId="77777777" w:rsidR="002E088A" w:rsidRDefault="002E088A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14:paraId="18A8ADAA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F5E1DC4" w14:textId="77777777"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01A8C0E8" wp14:editId="41FD2EB1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28F50ECD" wp14:editId="5C458CE3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14:paraId="1BFB8441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1A1B14D9" w14:textId="77777777" w:rsidR="00CF4F3B" w:rsidRDefault="00CF4F3B" w:rsidP="002F5125"/>
      </w:tc>
    </w:tr>
    <w:tr w:rsidR="00CF4F3B" w14:paraId="6C28524F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1B0D66AA" w14:textId="77777777" w:rsidR="00CF4F3B" w:rsidRPr="00B93DAF" w:rsidRDefault="00CF4F3B" w:rsidP="002F5125"/>
      </w:tc>
    </w:tr>
  </w:tbl>
  <w:p w14:paraId="61EA96A2" w14:textId="77777777"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14:paraId="1891C044" w14:textId="77777777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7B8781F6" w14:textId="77777777"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733AC611" wp14:editId="30CD5FB4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14:paraId="00D62312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2A89BAF5" w14:textId="77777777" w:rsidR="00484A2E" w:rsidRPr="00B93DAF" w:rsidRDefault="00484A2E" w:rsidP="00650C88"/>
      </w:tc>
    </w:tr>
    <w:tr w:rsidR="00484A2E" w14:paraId="17AA9E25" w14:textId="77777777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20C29C1" w14:textId="77777777" w:rsidR="00484A2E" w:rsidRDefault="00484A2E" w:rsidP="00650C88"/>
      </w:tc>
    </w:tr>
    <w:tr w:rsidR="00484A2E" w14:paraId="13C76B4D" w14:textId="77777777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781A5EF" w14:textId="77777777" w:rsidR="00484A2E" w:rsidRPr="00B93DAF" w:rsidRDefault="00484A2E" w:rsidP="00650C88"/>
      </w:tc>
    </w:tr>
  </w:tbl>
  <w:p w14:paraId="646C1DE8" w14:textId="77777777"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14:paraId="2B000DEB" w14:textId="77777777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2AD43B9F" w14:textId="77777777"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51DD5B06" wp14:editId="33F9DED4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13E64934" wp14:editId="04930FBC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14:paraId="1905A138" w14:textId="77777777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3C22AAF7" w14:textId="77777777" w:rsidR="003E641D" w:rsidRDefault="003E641D" w:rsidP="002F5125"/>
      </w:tc>
    </w:tr>
    <w:tr w:rsidR="003E641D" w14:paraId="0408BA1B" w14:textId="77777777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14:paraId="0806B2DF" w14:textId="77777777"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14:paraId="5DD84DE9" w14:textId="77777777"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B18CC" w14:textId="77777777" w:rsidR="002E088A" w:rsidRDefault="002E088A" w:rsidP="00A1434E">
      <w:pPr>
        <w:spacing w:after="0" w:line="240" w:lineRule="auto"/>
      </w:pPr>
      <w:r>
        <w:separator/>
      </w:r>
    </w:p>
  </w:footnote>
  <w:footnote w:type="continuationSeparator" w:id="0">
    <w:p w14:paraId="1CFF24EA" w14:textId="77777777" w:rsidR="002E088A" w:rsidRDefault="002E088A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DAFF" w14:textId="77777777" w:rsidR="00A26EB3" w:rsidRDefault="00A26EB3">
    <w:pPr>
      <w:pStyle w:val="Zhlav"/>
    </w:pPr>
  </w:p>
  <w:p w14:paraId="199B4DDE" w14:textId="77777777" w:rsidR="00A26EB3" w:rsidRDefault="00A26EB3">
    <w:pPr>
      <w:pStyle w:val="Zhlav"/>
    </w:pPr>
  </w:p>
  <w:p w14:paraId="76070055" w14:textId="77777777" w:rsidR="00A26EB3" w:rsidRDefault="00A26EB3">
    <w:pPr>
      <w:pStyle w:val="Zhlav"/>
    </w:pPr>
  </w:p>
  <w:p w14:paraId="05A4B00C" w14:textId="77777777" w:rsidR="00A26EB3" w:rsidRDefault="00A26EB3">
    <w:pPr>
      <w:pStyle w:val="Zhlav"/>
    </w:pPr>
  </w:p>
  <w:p w14:paraId="1A0276E2" w14:textId="77777777"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8A"/>
    <w:rsid w:val="00007B6C"/>
    <w:rsid w:val="0001447B"/>
    <w:rsid w:val="00016122"/>
    <w:rsid w:val="000175CC"/>
    <w:rsid w:val="00020835"/>
    <w:rsid w:val="0003440C"/>
    <w:rsid w:val="00041CC5"/>
    <w:rsid w:val="000427AC"/>
    <w:rsid w:val="0009582A"/>
    <w:rsid w:val="000A7B87"/>
    <w:rsid w:val="000B5105"/>
    <w:rsid w:val="000C6A4D"/>
    <w:rsid w:val="000C7D77"/>
    <w:rsid w:val="000D3C31"/>
    <w:rsid w:val="000D6E45"/>
    <w:rsid w:val="000E2581"/>
    <w:rsid w:val="000E274C"/>
    <w:rsid w:val="000F1EE8"/>
    <w:rsid w:val="0010266C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72CB"/>
    <w:rsid w:val="001900A5"/>
    <w:rsid w:val="001C53B9"/>
    <w:rsid w:val="001D540C"/>
    <w:rsid w:val="001D60A3"/>
    <w:rsid w:val="001F3233"/>
    <w:rsid w:val="00215918"/>
    <w:rsid w:val="00221F7F"/>
    <w:rsid w:val="0023030D"/>
    <w:rsid w:val="002527F1"/>
    <w:rsid w:val="002747AE"/>
    <w:rsid w:val="00281126"/>
    <w:rsid w:val="00291861"/>
    <w:rsid w:val="002935FF"/>
    <w:rsid w:val="002C1F88"/>
    <w:rsid w:val="002C7F72"/>
    <w:rsid w:val="002D5320"/>
    <w:rsid w:val="002D6B94"/>
    <w:rsid w:val="002E088A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0A9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5FBF"/>
    <w:rsid w:val="00640A0C"/>
    <w:rsid w:val="006455E8"/>
    <w:rsid w:val="00647E51"/>
    <w:rsid w:val="00650690"/>
    <w:rsid w:val="0066235C"/>
    <w:rsid w:val="00664910"/>
    <w:rsid w:val="00675D84"/>
    <w:rsid w:val="00686356"/>
    <w:rsid w:val="006A228B"/>
    <w:rsid w:val="006B3C12"/>
    <w:rsid w:val="006B48A1"/>
    <w:rsid w:val="006B578D"/>
    <w:rsid w:val="006C00A7"/>
    <w:rsid w:val="006D0CC6"/>
    <w:rsid w:val="006E5CEC"/>
    <w:rsid w:val="006E5EDB"/>
    <w:rsid w:val="00707830"/>
    <w:rsid w:val="00711059"/>
    <w:rsid w:val="00720B2B"/>
    <w:rsid w:val="0074545E"/>
    <w:rsid w:val="007463A6"/>
    <w:rsid w:val="007657DC"/>
    <w:rsid w:val="00777C40"/>
    <w:rsid w:val="007A55CA"/>
    <w:rsid w:val="007B208D"/>
    <w:rsid w:val="007C0EA0"/>
    <w:rsid w:val="007C6EFF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905BBA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84E87"/>
    <w:rsid w:val="009859F0"/>
    <w:rsid w:val="00991FBA"/>
    <w:rsid w:val="00995396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4449C"/>
    <w:rsid w:val="00A51940"/>
    <w:rsid w:val="00A54A63"/>
    <w:rsid w:val="00A55C85"/>
    <w:rsid w:val="00A56FC4"/>
    <w:rsid w:val="00A629D6"/>
    <w:rsid w:val="00A766D7"/>
    <w:rsid w:val="00AA016E"/>
    <w:rsid w:val="00AA1760"/>
    <w:rsid w:val="00AA1D6D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D2142"/>
    <w:rsid w:val="00CD48A5"/>
    <w:rsid w:val="00CF4F3B"/>
    <w:rsid w:val="00D41679"/>
    <w:rsid w:val="00D42B5D"/>
    <w:rsid w:val="00D44D06"/>
    <w:rsid w:val="00D45C00"/>
    <w:rsid w:val="00D54143"/>
    <w:rsid w:val="00D618E7"/>
    <w:rsid w:val="00D76EA4"/>
    <w:rsid w:val="00D86776"/>
    <w:rsid w:val="00D92AA6"/>
    <w:rsid w:val="00DC13A6"/>
    <w:rsid w:val="00DC767B"/>
    <w:rsid w:val="00DF3301"/>
    <w:rsid w:val="00E0383C"/>
    <w:rsid w:val="00E26339"/>
    <w:rsid w:val="00E4130C"/>
    <w:rsid w:val="00E45538"/>
    <w:rsid w:val="00E51B21"/>
    <w:rsid w:val="00E5431C"/>
    <w:rsid w:val="00E73691"/>
    <w:rsid w:val="00E7760C"/>
    <w:rsid w:val="00E8478D"/>
    <w:rsid w:val="00E859AD"/>
    <w:rsid w:val="00E94721"/>
    <w:rsid w:val="00EA5DCF"/>
    <w:rsid w:val="00EB0006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42D7A3"/>
  <w15:docId w15:val="{3555E519-5847-4DBA-BFB3-E3F3AB2D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E088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0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michal.kulhavy@mpo.gov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viktor.havlice@mpo.gov.cz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D9E7CF25954B6F894240C847674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E5CE8-E21F-44F4-A14A-0F1648CAF672}"/>
      </w:docPartPr>
      <w:docPartBody>
        <w:p w:rsidR="0024344F" w:rsidRDefault="00E42AA2">
          <w:pPr>
            <w:pStyle w:val="E3D9E7CF25954B6F894240C84767471E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ADB49F3AD98F4AFF9DDF469F0F59C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AE9E4-4EC8-452F-A7D5-578DB6E4A2A7}"/>
      </w:docPartPr>
      <w:docPartBody>
        <w:p w:rsidR="0024344F" w:rsidRDefault="00E42AA2">
          <w:pPr>
            <w:pStyle w:val="ADB49F3AD98F4AFF9DDF469F0F59C158"/>
          </w:pPr>
          <w:r w:rsidRPr="00681C0B">
            <w:rPr>
              <w:rStyle w:val="Zstupntext"/>
            </w:rPr>
            <w:t>Klikněte a zadejte</w:t>
          </w:r>
          <w:r>
            <w:rPr>
              <w:rStyle w:val="Zstupntext"/>
            </w:rPr>
            <w:t xml:space="preserve"> text.</w:t>
          </w:r>
        </w:p>
      </w:docPartBody>
    </w:docPart>
    <w:docPart>
      <w:docPartPr>
        <w:name w:val="25D8CD2A63374AA8AA435FFE66CFB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1287B-3348-4FEC-987B-54CF97FCD519}"/>
      </w:docPartPr>
      <w:docPartBody>
        <w:p w:rsidR="0024344F" w:rsidRDefault="00E42AA2">
          <w:pPr>
            <w:pStyle w:val="25D8CD2A63374AA8AA435FFE66CFB97F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5CE523508C1F4BE8936B2E614F252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453BE-CB72-45A9-8D53-B31DD6141D17}"/>
      </w:docPartPr>
      <w:docPartBody>
        <w:p w:rsidR="0024344F" w:rsidRDefault="00E42AA2">
          <w:pPr>
            <w:pStyle w:val="5CE523508C1F4BE8936B2E614F25234B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5C2625D738B344E5B849DB1A1039F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411D0-879C-4857-ACF6-E36764C08025}"/>
      </w:docPartPr>
      <w:docPartBody>
        <w:p w:rsidR="0024344F" w:rsidRDefault="00E42AA2" w:rsidP="00E42AA2">
          <w:pPr>
            <w:pStyle w:val="5C2625D738B344E5B849DB1A1039F9EB"/>
          </w:pPr>
          <w:r>
            <w:t>Zadejte jméno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A2"/>
    <w:rsid w:val="0024344F"/>
    <w:rsid w:val="00E4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3D9E7CF25954B6F894240C84767471E">
    <w:name w:val="E3D9E7CF25954B6F894240C84767471E"/>
  </w:style>
  <w:style w:type="paragraph" w:customStyle="1" w:styleId="ADB49F3AD98F4AFF9DDF469F0F59C158">
    <w:name w:val="ADB49F3AD98F4AFF9DDF469F0F59C158"/>
  </w:style>
  <w:style w:type="paragraph" w:customStyle="1" w:styleId="25D8CD2A63374AA8AA435FFE66CFB97F">
    <w:name w:val="25D8CD2A63374AA8AA435FFE66CFB97F"/>
  </w:style>
  <w:style w:type="paragraph" w:customStyle="1" w:styleId="5CE523508C1F4BE8936B2E614F25234B">
    <w:name w:val="5CE523508C1F4BE8936B2E614F25234B"/>
  </w:style>
  <w:style w:type="paragraph" w:customStyle="1" w:styleId="5C2625D738B344E5B849DB1A1039F9EB">
    <w:name w:val="5C2625D738B344E5B849DB1A1039F9EB"/>
    <w:rsid w:val="00E42A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24</TotalTime>
  <Pages>1</Pages>
  <Words>113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Havlice Viktor</dc:creator>
  <cp:lastModifiedBy>Havlice Viktor</cp:lastModifiedBy>
  <cp:revision>4</cp:revision>
  <cp:lastPrinted>2025-02-28T07:51:00Z</cp:lastPrinted>
  <dcterms:created xsi:type="dcterms:W3CDTF">2025-02-24T16:47:00Z</dcterms:created>
  <dcterms:modified xsi:type="dcterms:W3CDTF">2025-02-28T07:53:00Z</dcterms:modified>
</cp:coreProperties>
</file>